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169CCA88" w14:textId="77777777" w:rsidTr="002525D3">
        <w:tc>
          <w:tcPr>
            <w:tcW w:w="9923" w:type="dxa"/>
          </w:tcPr>
          <w:p w14:paraId="55A9CB2A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6DE3E37F" w14:textId="77777777" w:rsidR="00AB737E" w:rsidRPr="00AB737E" w:rsidRDefault="00931969" w:rsidP="00AB737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TITRE DU MARCHÉ</w:t>
            </w:r>
          </w:p>
          <w:p w14:paraId="5A9B65CA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2A0A924D" w14:textId="77777777" w:rsidTr="00BD1731">
        <w:trPr>
          <w:trHeight w:val="1952"/>
        </w:trPr>
        <w:tc>
          <w:tcPr>
            <w:tcW w:w="9923" w:type="dxa"/>
            <w:vAlign w:val="center"/>
          </w:tcPr>
          <w:p w14:paraId="32014C31" w14:textId="6272F007" w:rsidR="00F229E6" w:rsidRPr="00BD1731" w:rsidRDefault="00C96B00" w:rsidP="00BD1731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MARCHE</w:t>
            </w:r>
            <w:r w:rsidR="00F229E6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DE TRAVAUX </w:t>
            </w:r>
          </w:p>
          <w:p w14:paraId="76D4B8E2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59C5A212" w14:textId="76BB42EF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3CF0CAC8" w14:textId="3BBF6577" w:rsidR="00F229E6" w:rsidRDefault="00F229E6" w:rsidP="00BD1731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16"/>
              </w:rPr>
            </w:pPr>
          </w:p>
          <w:p w14:paraId="7CA03B29" w14:textId="77777777" w:rsidR="00F229E6" w:rsidRPr="0032484F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729B57EE" w14:textId="71F20EF0" w:rsidR="00F229E6" w:rsidRPr="003A36D8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A0976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MARCHÉ</w:t>
            </w:r>
            <w:r w:rsidR="008A0976" w:rsidRPr="008A0976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A</w:t>
            </w:r>
            <w:r w:rsidR="008405F8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 w:rsidR="005F1A54">
              <w:rPr>
                <w:rFonts w:ascii="Arial" w:hAnsi="Arial" w:cs="Arial"/>
                <w:b/>
                <w:spacing w:val="60"/>
                <w:sz w:val="22"/>
                <w:szCs w:val="22"/>
              </w:rPr>
              <w:t>TRANCHES</w:t>
            </w:r>
            <w:r w:rsidR="00694417" w:rsidRPr="008A0976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 w:rsidRPr="008A0976">
              <w:rPr>
                <w:rFonts w:ascii="Arial" w:hAnsi="Arial" w:cs="Arial"/>
                <w:b/>
                <w:bCs/>
                <w:sz w:val="22"/>
                <w:szCs w:val="22"/>
              </w:rPr>
              <w:t>n°</w:t>
            </w:r>
            <w:r w:rsidR="00C36AA0" w:rsidRPr="008A09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F1A54">
              <w:rPr>
                <w:rFonts w:ascii="Arial" w:hAnsi="Arial" w:cs="Arial"/>
                <w:b/>
                <w:bCs/>
                <w:sz w:val="22"/>
                <w:szCs w:val="22"/>
              </w:rPr>
              <w:t>2026</w:t>
            </w:r>
            <w:r w:rsidR="00C36AA0" w:rsidRPr="008A0976">
              <w:rPr>
                <w:rFonts w:ascii="Arial" w:hAnsi="Arial" w:cs="Arial"/>
                <w:b/>
                <w:bCs/>
                <w:sz w:val="22"/>
                <w:szCs w:val="22"/>
              </w:rPr>
              <w:t>-8681-00</w:t>
            </w:r>
            <w:r w:rsidR="00914B36" w:rsidRPr="008A0976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  <w:p w14:paraId="47CF8D43" w14:textId="15138FFC" w:rsidR="00F229E6" w:rsidRPr="004400B8" w:rsidRDefault="008A0976" w:rsidP="005C22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2E631D6B" w14:textId="77777777" w:rsidR="00D04EF6" w:rsidRPr="00561036" w:rsidRDefault="00D04EF6" w:rsidP="00D04EF6">
      <w:pPr>
        <w:pStyle w:val="texte1"/>
        <w:rPr>
          <w:rFonts w:ascii="Arial" w:hAnsi="Arial" w:cs="Arial"/>
          <w:sz w:val="20"/>
        </w:rPr>
      </w:pPr>
      <w:r w:rsidRPr="00561036">
        <w:rPr>
          <w:rFonts w:ascii="Arial" w:hAnsi="Arial" w:cs="Arial"/>
          <w:sz w:val="20"/>
        </w:rPr>
        <w:t xml:space="preserve">Le présent </w:t>
      </w:r>
      <w:r>
        <w:rPr>
          <w:rFonts w:ascii="Arial" w:hAnsi="Arial" w:cs="Arial"/>
          <w:sz w:val="20"/>
        </w:rPr>
        <w:t xml:space="preserve">marché </w:t>
      </w:r>
      <w:r w:rsidRPr="00561036">
        <w:rPr>
          <w:rFonts w:ascii="Arial" w:hAnsi="Arial" w:cs="Arial"/>
          <w:sz w:val="20"/>
        </w:rPr>
        <w:t xml:space="preserve">concerne l'exécution de </w:t>
      </w:r>
      <w:r>
        <w:rPr>
          <w:rFonts w:ascii="Arial" w:hAnsi="Arial" w:cs="Arial"/>
          <w:sz w:val="20"/>
          <w:szCs w:val="20"/>
        </w:rPr>
        <w:t>travaux de création d’une route forestière empierrée en forêt domaniale de REMONVILLE.</w:t>
      </w: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6B12C271" w14:textId="77777777" w:rsidR="001D2807" w:rsidRPr="001D2807" w:rsidRDefault="001D2807" w:rsidP="001D2807">
      <w:pPr>
        <w:pStyle w:val="texte1"/>
        <w:rPr>
          <w:rFonts w:ascii="Arial" w:hAnsi="Arial" w:cs="Arial"/>
          <w:sz w:val="20"/>
          <w:szCs w:val="20"/>
        </w:rPr>
      </w:pPr>
      <w:r w:rsidRPr="001D2807">
        <w:rPr>
          <w:rFonts w:ascii="Arial" w:hAnsi="Arial" w:cs="Arial"/>
          <w:sz w:val="20"/>
          <w:szCs w:val="20"/>
        </w:rPr>
        <w:t>Office National des Forêts (O.N.F)</w:t>
      </w:r>
    </w:p>
    <w:p w14:paraId="49BA5360" w14:textId="77777777" w:rsidR="001D2807" w:rsidRPr="001D2807" w:rsidRDefault="001D2807" w:rsidP="001D2807">
      <w:pPr>
        <w:pStyle w:val="texte1"/>
        <w:rPr>
          <w:rFonts w:ascii="Arial" w:hAnsi="Arial" w:cs="Arial"/>
          <w:sz w:val="20"/>
          <w:szCs w:val="20"/>
        </w:rPr>
      </w:pPr>
      <w:r w:rsidRPr="001D2807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Pr="001D2807">
        <w:rPr>
          <w:rFonts w:ascii="Arial" w:hAnsi="Arial" w:cs="Arial"/>
          <w:sz w:val="20"/>
          <w:szCs w:val="20"/>
        </w:rPr>
        <w:t>Grand-Est</w:t>
      </w:r>
      <w:proofErr w:type="spellEnd"/>
      <w:r w:rsidRPr="001D2807">
        <w:rPr>
          <w:rFonts w:ascii="Arial" w:hAnsi="Arial" w:cs="Arial"/>
          <w:sz w:val="20"/>
          <w:szCs w:val="20"/>
        </w:rPr>
        <w:t xml:space="preserve">                                           </w:t>
      </w:r>
    </w:p>
    <w:p w14:paraId="0C1D5A20" w14:textId="77777777" w:rsidR="001D2807" w:rsidRPr="001D2807" w:rsidRDefault="001D2807" w:rsidP="001D2807">
      <w:pPr>
        <w:pStyle w:val="texte1"/>
        <w:rPr>
          <w:rFonts w:ascii="Arial" w:hAnsi="Arial" w:cs="Arial"/>
          <w:sz w:val="20"/>
          <w:szCs w:val="20"/>
        </w:rPr>
      </w:pPr>
      <w:r w:rsidRPr="001D2807">
        <w:rPr>
          <w:rFonts w:ascii="Arial" w:hAnsi="Arial" w:cs="Arial"/>
          <w:sz w:val="20"/>
          <w:szCs w:val="20"/>
        </w:rPr>
        <w:t>Agence des Ardennes</w:t>
      </w:r>
    </w:p>
    <w:p w14:paraId="5D1745B4" w14:textId="77777777" w:rsidR="001D2807" w:rsidRPr="001D2807" w:rsidRDefault="001D2807" w:rsidP="001D2807">
      <w:pPr>
        <w:pStyle w:val="texte1"/>
        <w:rPr>
          <w:rFonts w:ascii="Arial" w:hAnsi="Arial" w:cs="Arial"/>
          <w:sz w:val="20"/>
          <w:szCs w:val="20"/>
        </w:rPr>
      </w:pPr>
      <w:r w:rsidRPr="001D2807">
        <w:rPr>
          <w:rFonts w:ascii="Arial" w:hAnsi="Arial" w:cs="Arial"/>
          <w:sz w:val="20"/>
          <w:szCs w:val="20"/>
        </w:rPr>
        <w:t>1 rue André Dhôtel</w:t>
      </w:r>
    </w:p>
    <w:p w14:paraId="60DA008D" w14:textId="77777777" w:rsidR="001D2807" w:rsidRPr="001D2807" w:rsidRDefault="001D2807" w:rsidP="001D2807">
      <w:pPr>
        <w:pStyle w:val="texte1"/>
        <w:rPr>
          <w:rFonts w:ascii="Arial" w:hAnsi="Arial" w:cs="Arial"/>
          <w:sz w:val="20"/>
          <w:szCs w:val="20"/>
        </w:rPr>
      </w:pPr>
      <w:r w:rsidRPr="001D2807">
        <w:rPr>
          <w:rFonts w:ascii="Arial" w:hAnsi="Arial" w:cs="Arial"/>
          <w:sz w:val="20"/>
          <w:szCs w:val="20"/>
        </w:rPr>
        <w:t>08000 CHARLEVILLE-MEZIERES</w:t>
      </w:r>
    </w:p>
    <w:p w14:paraId="278A53A0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538CDC9C" w14:textId="36DE290A" w:rsidR="00AB737E" w:rsidRPr="00A85E4B" w:rsidRDefault="00AB737E" w:rsidP="00AB737E">
      <w:pPr>
        <w:ind w:right="-369"/>
        <w:rPr>
          <w:rFonts w:ascii="Arial" w:hAnsi="Arial" w:cs="Arial"/>
          <w:sz w:val="20"/>
          <w:szCs w:val="20"/>
        </w:rPr>
      </w:pPr>
      <w:r w:rsidRPr="00AB737E">
        <w:rPr>
          <w:rFonts w:ascii="Arial" w:hAnsi="Arial" w:cs="Arial"/>
          <w:sz w:val="20"/>
          <w:szCs w:val="20"/>
        </w:rPr>
        <w:t>La personne si</w:t>
      </w:r>
      <w:r w:rsidR="00931969">
        <w:rPr>
          <w:rFonts w:ascii="Arial" w:hAnsi="Arial" w:cs="Arial"/>
          <w:sz w:val="20"/>
          <w:szCs w:val="20"/>
        </w:rPr>
        <w:t xml:space="preserve">gnataire du marché est </w:t>
      </w:r>
      <w:r w:rsidR="005E2014" w:rsidRPr="005520EE">
        <w:rPr>
          <w:rFonts w:ascii="Arial" w:hAnsi="Arial" w:cs="Arial"/>
          <w:sz w:val="20"/>
          <w:szCs w:val="20"/>
        </w:rPr>
        <w:t>Monsieur </w:t>
      </w:r>
      <w:r w:rsidR="005E2014">
        <w:rPr>
          <w:rFonts w:ascii="Arial" w:hAnsi="Arial" w:cs="Arial"/>
          <w:sz w:val="20"/>
          <w:szCs w:val="20"/>
        </w:rPr>
        <w:t xml:space="preserve">Denis DAGNEAUX, </w:t>
      </w:r>
      <w:r w:rsidR="005E2014" w:rsidRPr="005D483B">
        <w:rPr>
          <w:rFonts w:ascii="Arial" w:hAnsi="Arial" w:cs="Arial"/>
          <w:sz w:val="20"/>
          <w:szCs w:val="22"/>
        </w:rPr>
        <w:t>Directeur Territorial</w:t>
      </w:r>
      <w:r w:rsidR="005E2014">
        <w:rPr>
          <w:rFonts w:ascii="Arial" w:hAnsi="Arial" w:cs="Arial"/>
          <w:sz w:val="20"/>
          <w:szCs w:val="22"/>
        </w:rPr>
        <w:t xml:space="preserve"> par intérim</w:t>
      </w:r>
      <w:r w:rsidR="005E2014" w:rsidRPr="005D483B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5E2014" w:rsidRPr="005D483B">
        <w:rPr>
          <w:rFonts w:ascii="Arial" w:hAnsi="Arial" w:cs="Arial"/>
          <w:sz w:val="20"/>
          <w:szCs w:val="22"/>
        </w:rPr>
        <w:t>Grand-Est</w:t>
      </w:r>
      <w:proofErr w:type="spellEnd"/>
    </w:p>
    <w:p w14:paraId="5DF82917" w14:textId="77777777" w:rsidR="002E69ED" w:rsidRPr="000753CA" w:rsidRDefault="002E69ED" w:rsidP="002E69ED">
      <w:pPr>
        <w:rPr>
          <w:rFonts w:ascii="Arial" w:hAnsi="Arial" w:cs="Arial"/>
          <w:sz w:val="20"/>
          <w:szCs w:val="20"/>
        </w:rPr>
      </w:pPr>
    </w:p>
    <w:p w14:paraId="144D3ED6" w14:textId="77777777" w:rsidR="008531B1" w:rsidRDefault="008531B1">
      <w:pPr>
        <w:rPr>
          <w:u w:val="single"/>
        </w:rPr>
      </w:pPr>
    </w:p>
    <w:p w14:paraId="7270454C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581F5F3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6" w:name="_Toc525705725"/>
      <w:bookmarkStart w:id="7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469546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3311EC">
        <w:rPr>
          <w:rFonts w:ascii="Arial" w:hAnsi="Arial" w:cs="Arial"/>
          <w:sz w:val="20"/>
          <w:szCs w:val="20"/>
        </w:rPr>
        <w:t xml:space="preserve"> Le document doit être daté et </w:t>
      </w:r>
      <w:r w:rsidR="003311EC"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 w:rsidR="003311EC">
        <w:rPr>
          <w:rFonts w:ascii="Arial" w:hAnsi="Arial" w:cs="Arial"/>
          <w:sz w:val="20"/>
          <w:szCs w:val="20"/>
        </w:rPr>
        <w:t>.</w:t>
      </w:r>
    </w:p>
    <w:p w14:paraId="67C0938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61E93328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5C6271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5396BE1" w14:textId="78ECCC8A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AF44A3">
        <w:rPr>
          <w:rFonts w:ascii="Arial" w:hAnsi="Arial" w:cs="Arial"/>
          <w:sz w:val="20"/>
          <w:szCs w:val="20"/>
        </w:rPr>
        <w:t>40</w:t>
      </w:r>
      <w:r w:rsidR="000B3523" w:rsidRPr="00E23F23">
        <w:rPr>
          <w:rFonts w:ascii="Arial" w:hAnsi="Arial" w:cs="Arial"/>
          <w:sz w:val="20"/>
          <w:szCs w:val="20"/>
        </w:rPr>
        <w:t>.</w:t>
      </w:r>
    </w:p>
    <w:p w14:paraId="16EC86FC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0328C6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73034EDA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33FE263" w14:textId="774C5B3F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  <w:r w:rsidR="007B4846">
              <w:rPr>
                <w:rFonts w:ascii="Arial" w:hAnsi="Arial"/>
                <w:sz w:val="20"/>
                <w:szCs w:val="20"/>
                <w:u w:val="none"/>
              </w:rPr>
              <w:t xml:space="preserve"> et MATERIELS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14DCBB1F" w14:textId="5D5D2F9F" w:rsidR="00FD7D54" w:rsidRPr="00E4107B" w:rsidRDefault="003F77F4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5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947670" w:rsidRPr="00C8084B" w14:paraId="7D98FF4A" w14:textId="77777777" w:rsidTr="00947670">
        <w:trPr>
          <w:cantSplit/>
        </w:trPr>
        <w:tc>
          <w:tcPr>
            <w:tcW w:w="5954" w:type="dxa"/>
            <w:vAlign w:val="center"/>
          </w:tcPr>
          <w:p w14:paraId="44327424" w14:textId="54A7F3E5" w:rsidR="00947670" w:rsidRDefault="00947670" w:rsidP="00947670">
            <w:pPr>
              <w:pStyle w:val="Titre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Moyens humains</w:t>
            </w:r>
          </w:p>
        </w:tc>
        <w:tc>
          <w:tcPr>
            <w:tcW w:w="4423" w:type="dxa"/>
            <w:vAlign w:val="center"/>
          </w:tcPr>
          <w:p w14:paraId="5E9E6517" w14:textId="77777777" w:rsidR="00947670" w:rsidRPr="00947670" w:rsidRDefault="00947670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caps w:val="0"/>
                <w:sz w:val="20"/>
                <w:szCs w:val="20"/>
                <w:u w:val="none"/>
              </w:rPr>
            </w:pPr>
          </w:p>
        </w:tc>
      </w:tr>
      <w:tr w:rsidR="0066217E" w:rsidRPr="00C8084B" w14:paraId="60C94F4A" w14:textId="77777777" w:rsidTr="00E4107B">
        <w:trPr>
          <w:cantSplit/>
        </w:trPr>
        <w:tc>
          <w:tcPr>
            <w:tcW w:w="5954" w:type="dxa"/>
          </w:tcPr>
          <w:p w14:paraId="60F5030B" w14:textId="77777777" w:rsidR="00E86B9F" w:rsidRDefault="00DD13AE" w:rsidP="00E4107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E86B9F">
              <w:rPr>
                <w:rFonts w:ascii="Arial" w:hAnsi="Arial" w:cs="Arial"/>
                <w:sz w:val="20"/>
                <w:szCs w:val="20"/>
              </w:rPr>
              <w:t xml:space="preserve">présentera les moyens humains mobilisés pour la réalisation des travaux. </w:t>
            </w:r>
          </w:p>
          <w:p w14:paraId="3282B4F5" w14:textId="77777777" w:rsidR="00DD13AE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</w:t>
            </w:r>
            <w:r w:rsidR="00E4107B">
              <w:rPr>
                <w:rFonts w:ascii="Arial" w:hAnsi="Arial" w:cs="Arial"/>
                <w:sz w:val="20"/>
                <w:szCs w:val="20"/>
              </w:rPr>
              <w:t xml:space="preserve">ouvrage/ </w:t>
            </w:r>
            <w:r>
              <w:rPr>
                <w:rFonts w:ascii="Arial" w:hAnsi="Arial" w:cs="Arial"/>
                <w:sz w:val="20"/>
                <w:szCs w:val="20"/>
              </w:rPr>
              <w:t xml:space="preserve">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64ED6C" w14:textId="7733690C" w:rsidR="007B4846" w:rsidRPr="007B4846" w:rsidRDefault="00E86B9F" w:rsidP="007B4846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</w:t>
            </w:r>
            <w:r w:rsidR="00E4107B">
              <w:rPr>
                <w:rFonts w:ascii="Arial" w:hAnsi="Arial" w:cs="Arial"/>
                <w:sz w:val="20"/>
                <w:szCs w:val="20"/>
              </w:rPr>
              <w:t>ployer pour la réalisation des travaux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(curriculum vitae…)</w:t>
            </w:r>
          </w:p>
        </w:tc>
        <w:tc>
          <w:tcPr>
            <w:tcW w:w="4423" w:type="dxa"/>
            <w:vAlign w:val="center"/>
          </w:tcPr>
          <w:p w14:paraId="49743A39" w14:textId="77777777" w:rsidR="000B3523" w:rsidRDefault="000B3523" w:rsidP="0069441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FEC895E" w14:textId="77777777" w:rsidR="00694417" w:rsidRDefault="00694417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3ADEC5" w14:textId="77777777" w:rsidR="00694417" w:rsidRDefault="00694417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71BE29" w14:textId="77777777" w:rsidR="00694417" w:rsidRDefault="00694417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F540F2" w14:textId="77777777" w:rsidR="00694417" w:rsidRPr="00C8084B" w:rsidRDefault="00694417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846" w:rsidRPr="00C8084B" w14:paraId="03981035" w14:textId="77777777" w:rsidTr="00AA0CCE">
        <w:trPr>
          <w:cantSplit/>
        </w:trPr>
        <w:tc>
          <w:tcPr>
            <w:tcW w:w="5954" w:type="dxa"/>
            <w:vAlign w:val="center"/>
          </w:tcPr>
          <w:p w14:paraId="18E64012" w14:textId="5A23DFA0" w:rsidR="007B4846" w:rsidRDefault="007B4846" w:rsidP="00947670">
            <w:pPr>
              <w:pStyle w:val="Titre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Matériels mis à disposition du chantier</w:t>
            </w:r>
          </w:p>
        </w:tc>
        <w:tc>
          <w:tcPr>
            <w:tcW w:w="4423" w:type="dxa"/>
            <w:vAlign w:val="center"/>
          </w:tcPr>
          <w:p w14:paraId="5434AB2F" w14:textId="77777777" w:rsidR="007B4846" w:rsidRDefault="007B4846" w:rsidP="007B484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846" w:rsidRPr="00C8084B" w14:paraId="67D9B293" w14:textId="77777777" w:rsidTr="00AA0CCE">
        <w:trPr>
          <w:cantSplit/>
        </w:trPr>
        <w:tc>
          <w:tcPr>
            <w:tcW w:w="5954" w:type="dxa"/>
            <w:vAlign w:val="center"/>
          </w:tcPr>
          <w:p w14:paraId="2D46D8EA" w14:textId="1C5588BE" w:rsidR="007B4846" w:rsidRPr="00D85BB4" w:rsidRDefault="00781F4D" w:rsidP="007B4846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B4846">
              <w:rPr>
                <w:rFonts w:ascii="Arial" w:hAnsi="Arial" w:cs="Arial"/>
                <w:sz w:val="20"/>
                <w:szCs w:val="20"/>
              </w:rPr>
              <w:t>hoix de matériels (engins…) ou de techniques</w:t>
            </w:r>
          </w:p>
          <w:p w14:paraId="0986FEC6" w14:textId="76DB6E3D" w:rsidR="007B4846" w:rsidRDefault="00781F4D" w:rsidP="00D85BB4">
            <w:pPr>
              <w:pStyle w:val="texte1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D2807">
              <w:rPr>
                <w:rFonts w:ascii="Arial" w:hAnsi="Arial" w:cs="Arial"/>
                <w:sz w:val="20"/>
                <w:szCs w:val="20"/>
              </w:rPr>
              <w:t>T</w:t>
            </w:r>
            <w:r w:rsidR="00D85BB4" w:rsidRPr="001D2807">
              <w:rPr>
                <w:rFonts w:ascii="Arial" w:hAnsi="Arial" w:cs="Arial"/>
                <w:sz w:val="20"/>
                <w:szCs w:val="20"/>
              </w:rPr>
              <w:t xml:space="preserve">ravaux </w:t>
            </w:r>
            <w:r w:rsidR="009560A3" w:rsidRPr="001D2807">
              <w:rPr>
                <w:rFonts w:ascii="Arial" w:hAnsi="Arial" w:cs="Arial"/>
                <w:sz w:val="20"/>
                <w:szCs w:val="20"/>
              </w:rPr>
              <w:t>potentiellement</w:t>
            </w:r>
            <w:r w:rsidR="00D85BB4" w:rsidRPr="001D2807">
              <w:rPr>
                <w:rFonts w:ascii="Arial" w:hAnsi="Arial" w:cs="Arial"/>
                <w:sz w:val="20"/>
                <w:szCs w:val="20"/>
              </w:rPr>
              <w:t xml:space="preserve"> sous-traités</w:t>
            </w:r>
          </w:p>
        </w:tc>
        <w:tc>
          <w:tcPr>
            <w:tcW w:w="4423" w:type="dxa"/>
            <w:vAlign w:val="center"/>
          </w:tcPr>
          <w:p w14:paraId="1AE89646" w14:textId="77777777" w:rsidR="007B4846" w:rsidRDefault="007B4846" w:rsidP="007B4846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4846" w:rsidRPr="00C8084B" w14:paraId="60E5613C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5F3BFBF" w14:textId="4755724D" w:rsidR="007B4846" w:rsidRPr="00E86B9F" w:rsidRDefault="007B4846" w:rsidP="007B4846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TECHNIQUES : MATÉRIAUX</w:t>
            </w:r>
            <w:r w:rsidRPr="00E86B9F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30FD184" w14:textId="17855D24" w:rsidR="007B4846" w:rsidRPr="00C8084B" w:rsidRDefault="003F77F4" w:rsidP="007B4846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7B484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B4846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7B4846" w:rsidRPr="00C8084B" w14:paraId="1591CC1F" w14:textId="77777777" w:rsidTr="00E4107B">
        <w:trPr>
          <w:cantSplit/>
        </w:trPr>
        <w:tc>
          <w:tcPr>
            <w:tcW w:w="5954" w:type="dxa"/>
            <w:vAlign w:val="center"/>
          </w:tcPr>
          <w:p w14:paraId="356141B4" w14:textId="3A1DB566" w:rsidR="007B4846" w:rsidRPr="00E4107B" w:rsidRDefault="00947670" w:rsidP="007B4846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décrira </w:t>
            </w:r>
            <w:r w:rsidRPr="0016575D">
              <w:rPr>
                <w:rFonts w:ascii="Arial" w:hAnsi="Arial" w:cs="Arial"/>
                <w:sz w:val="20"/>
                <w:szCs w:val="20"/>
              </w:rPr>
              <w:t>les matériaux et fourniture employés et fournira les références et « </w:t>
            </w:r>
            <w:r w:rsidRPr="0016575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16575D">
              <w:rPr>
                <w:rFonts w:ascii="Arial" w:hAnsi="Arial" w:cs="Arial"/>
                <w:sz w:val="20"/>
                <w:szCs w:val="20"/>
              </w:rPr>
              <w:t> » datant de moins de 6 mois</w:t>
            </w:r>
          </w:p>
        </w:tc>
        <w:tc>
          <w:tcPr>
            <w:tcW w:w="4423" w:type="dxa"/>
            <w:vAlign w:val="center"/>
          </w:tcPr>
          <w:p w14:paraId="6F226536" w14:textId="77777777" w:rsidR="007B4846" w:rsidRDefault="007B4846" w:rsidP="007B4846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6"/>
      <w:bookmarkEnd w:id="7"/>
    </w:tbl>
    <w:p w14:paraId="6C8D45D9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947B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11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26F48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5F4DEF2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3311EC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77777777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  <w:r w:rsidRPr="005F6743">
      <w:rPr>
        <w:rFonts w:ascii="Arial" w:hAnsi="Arial" w:cs="Arial"/>
        <w:sz w:val="20"/>
        <w:szCs w:val="20"/>
      </w:rPr>
      <w:t>9200-17-FOR-ACH-0</w:t>
    </w:r>
    <w:r w:rsidR="005F6743" w:rsidRPr="005F6743">
      <w:rPr>
        <w:rFonts w:ascii="Arial" w:hAnsi="Arial" w:cs="Arial"/>
        <w:sz w:val="20"/>
        <w:szCs w:val="20"/>
      </w:rPr>
      <w:t>19 - V</w:t>
    </w:r>
    <w:r w:rsidR="00650EC0">
      <w:rPr>
        <w:rFonts w:ascii="Arial" w:hAnsi="Arial" w:cs="Arial"/>
        <w:sz w:val="20"/>
        <w:szCs w:val="20"/>
      </w:rPr>
      <w:t xml:space="preserve">ersion </w:t>
    </w:r>
    <w:r w:rsidR="009944CD">
      <w:rPr>
        <w:rFonts w:ascii="Arial" w:hAnsi="Arial" w:cs="Arial"/>
        <w:sz w:val="20"/>
        <w:szCs w:val="20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730778">
    <w:abstractNumId w:val="0"/>
  </w:num>
  <w:num w:numId="2" w16cid:durableId="1985427085">
    <w:abstractNumId w:val="2"/>
  </w:num>
  <w:num w:numId="3" w16cid:durableId="72244145">
    <w:abstractNumId w:val="1"/>
  </w:num>
  <w:num w:numId="4" w16cid:durableId="1608778434">
    <w:abstractNumId w:val="0"/>
    <w:lvlOverride w:ilvl="0">
      <w:startOverride w:val="2"/>
    </w:lvlOverride>
  </w:num>
  <w:num w:numId="5" w16cid:durableId="1507018382">
    <w:abstractNumId w:val="0"/>
  </w:num>
  <w:num w:numId="6" w16cid:durableId="1470977265">
    <w:abstractNumId w:val="0"/>
  </w:num>
  <w:num w:numId="7" w16cid:durableId="1707220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50E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12C0"/>
    <w:rsid w:val="001556E3"/>
    <w:rsid w:val="00160E3E"/>
    <w:rsid w:val="0016575D"/>
    <w:rsid w:val="00181B46"/>
    <w:rsid w:val="00182B06"/>
    <w:rsid w:val="0018316F"/>
    <w:rsid w:val="0019171F"/>
    <w:rsid w:val="00192CA5"/>
    <w:rsid w:val="001976A4"/>
    <w:rsid w:val="001B029E"/>
    <w:rsid w:val="001B7096"/>
    <w:rsid w:val="001C2C0F"/>
    <w:rsid w:val="001D2807"/>
    <w:rsid w:val="001D663B"/>
    <w:rsid w:val="001D7A4D"/>
    <w:rsid w:val="001F0F09"/>
    <w:rsid w:val="001F34C6"/>
    <w:rsid w:val="00213A39"/>
    <w:rsid w:val="00216EB4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3F68"/>
    <w:rsid w:val="002B4B77"/>
    <w:rsid w:val="002C0315"/>
    <w:rsid w:val="002D4C71"/>
    <w:rsid w:val="002E69ED"/>
    <w:rsid w:val="002F2609"/>
    <w:rsid w:val="00302027"/>
    <w:rsid w:val="00321BE3"/>
    <w:rsid w:val="00330553"/>
    <w:rsid w:val="003311EC"/>
    <w:rsid w:val="00336910"/>
    <w:rsid w:val="00351649"/>
    <w:rsid w:val="00356527"/>
    <w:rsid w:val="00366F2D"/>
    <w:rsid w:val="003C1600"/>
    <w:rsid w:val="003D1AF7"/>
    <w:rsid w:val="003D598A"/>
    <w:rsid w:val="003F77F4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C64B3"/>
    <w:rsid w:val="004E10BF"/>
    <w:rsid w:val="004E3A11"/>
    <w:rsid w:val="004E3FEB"/>
    <w:rsid w:val="004F0E2B"/>
    <w:rsid w:val="004F1122"/>
    <w:rsid w:val="00502BD5"/>
    <w:rsid w:val="00504728"/>
    <w:rsid w:val="00520146"/>
    <w:rsid w:val="00520C53"/>
    <w:rsid w:val="00537609"/>
    <w:rsid w:val="00537E85"/>
    <w:rsid w:val="00537FE0"/>
    <w:rsid w:val="0054476C"/>
    <w:rsid w:val="005522A7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2014"/>
    <w:rsid w:val="005E55B9"/>
    <w:rsid w:val="005F1A54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4417"/>
    <w:rsid w:val="0069720C"/>
    <w:rsid w:val="00697F39"/>
    <w:rsid w:val="006A527C"/>
    <w:rsid w:val="006B7B48"/>
    <w:rsid w:val="006C2818"/>
    <w:rsid w:val="006C7A94"/>
    <w:rsid w:val="006E18DF"/>
    <w:rsid w:val="006E274D"/>
    <w:rsid w:val="00701FDA"/>
    <w:rsid w:val="00704F70"/>
    <w:rsid w:val="007126B5"/>
    <w:rsid w:val="0072200D"/>
    <w:rsid w:val="00722746"/>
    <w:rsid w:val="00725612"/>
    <w:rsid w:val="0075477E"/>
    <w:rsid w:val="007558D1"/>
    <w:rsid w:val="007564AC"/>
    <w:rsid w:val="007763DE"/>
    <w:rsid w:val="00781F4D"/>
    <w:rsid w:val="0078395C"/>
    <w:rsid w:val="007A03FF"/>
    <w:rsid w:val="007A4517"/>
    <w:rsid w:val="007B4846"/>
    <w:rsid w:val="007B5CD0"/>
    <w:rsid w:val="007C572B"/>
    <w:rsid w:val="007D138A"/>
    <w:rsid w:val="007E3365"/>
    <w:rsid w:val="008010C3"/>
    <w:rsid w:val="00804426"/>
    <w:rsid w:val="008056F2"/>
    <w:rsid w:val="00833CF3"/>
    <w:rsid w:val="008405F8"/>
    <w:rsid w:val="00841B04"/>
    <w:rsid w:val="0084216F"/>
    <w:rsid w:val="008531B1"/>
    <w:rsid w:val="00860A41"/>
    <w:rsid w:val="00861117"/>
    <w:rsid w:val="00867CB8"/>
    <w:rsid w:val="008709EE"/>
    <w:rsid w:val="008715EE"/>
    <w:rsid w:val="008A0846"/>
    <w:rsid w:val="008A0976"/>
    <w:rsid w:val="008A16F4"/>
    <w:rsid w:val="008A7047"/>
    <w:rsid w:val="008A70A4"/>
    <w:rsid w:val="008A769F"/>
    <w:rsid w:val="008C0CFB"/>
    <w:rsid w:val="008D7D91"/>
    <w:rsid w:val="00901443"/>
    <w:rsid w:val="00906D4C"/>
    <w:rsid w:val="00914B36"/>
    <w:rsid w:val="009154FA"/>
    <w:rsid w:val="00917FAC"/>
    <w:rsid w:val="00931969"/>
    <w:rsid w:val="0093498D"/>
    <w:rsid w:val="00946012"/>
    <w:rsid w:val="00947670"/>
    <w:rsid w:val="009560A3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05981"/>
    <w:rsid w:val="00A06AC1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E4B"/>
    <w:rsid w:val="00A85F87"/>
    <w:rsid w:val="00A96874"/>
    <w:rsid w:val="00AA019E"/>
    <w:rsid w:val="00AA7332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AF44A3"/>
    <w:rsid w:val="00B0044F"/>
    <w:rsid w:val="00B14D93"/>
    <w:rsid w:val="00B226A4"/>
    <w:rsid w:val="00B272E2"/>
    <w:rsid w:val="00B66121"/>
    <w:rsid w:val="00B91DB4"/>
    <w:rsid w:val="00B93911"/>
    <w:rsid w:val="00BA6F43"/>
    <w:rsid w:val="00BB5F5B"/>
    <w:rsid w:val="00BD1731"/>
    <w:rsid w:val="00BE0E97"/>
    <w:rsid w:val="00BE1F1C"/>
    <w:rsid w:val="00BE5C46"/>
    <w:rsid w:val="00C14875"/>
    <w:rsid w:val="00C27DEF"/>
    <w:rsid w:val="00C35B98"/>
    <w:rsid w:val="00C36AA0"/>
    <w:rsid w:val="00C431EA"/>
    <w:rsid w:val="00C51444"/>
    <w:rsid w:val="00C57E03"/>
    <w:rsid w:val="00C65E3E"/>
    <w:rsid w:val="00C666C2"/>
    <w:rsid w:val="00C8084B"/>
    <w:rsid w:val="00C86334"/>
    <w:rsid w:val="00C902B7"/>
    <w:rsid w:val="00C95AE5"/>
    <w:rsid w:val="00C96B00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04EF6"/>
    <w:rsid w:val="00D13ECA"/>
    <w:rsid w:val="00D206D5"/>
    <w:rsid w:val="00D22D6B"/>
    <w:rsid w:val="00D2337A"/>
    <w:rsid w:val="00D246DC"/>
    <w:rsid w:val="00D25619"/>
    <w:rsid w:val="00D25B3E"/>
    <w:rsid w:val="00D32D72"/>
    <w:rsid w:val="00D35523"/>
    <w:rsid w:val="00D364F5"/>
    <w:rsid w:val="00D50CCD"/>
    <w:rsid w:val="00D62D93"/>
    <w:rsid w:val="00D643E7"/>
    <w:rsid w:val="00D64B26"/>
    <w:rsid w:val="00D80C70"/>
    <w:rsid w:val="00D8299C"/>
    <w:rsid w:val="00D839EB"/>
    <w:rsid w:val="00D85BB4"/>
    <w:rsid w:val="00D86329"/>
    <w:rsid w:val="00D90A5A"/>
    <w:rsid w:val="00D94233"/>
    <w:rsid w:val="00D9501E"/>
    <w:rsid w:val="00DA28AE"/>
    <w:rsid w:val="00DB0FA0"/>
    <w:rsid w:val="00DB35CE"/>
    <w:rsid w:val="00DC330C"/>
    <w:rsid w:val="00DD13AE"/>
    <w:rsid w:val="00DD214A"/>
    <w:rsid w:val="00DD34EC"/>
    <w:rsid w:val="00DE537E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64BA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D7C66"/>
    <w:rsid w:val="00EE08C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625FE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locked/>
    <w:rsid w:val="00321BE3"/>
    <w:rPr>
      <w:sz w:val="24"/>
      <w:szCs w:val="24"/>
    </w:rPr>
  </w:style>
  <w:style w:type="paragraph" w:styleId="Rvision">
    <w:name w:val="Revision"/>
    <w:hidden/>
    <w:uiPriority w:val="99"/>
    <w:semiHidden/>
    <w:rsid w:val="00D32D72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12</TotalTime>
  <Pages>2</Pages>
  <Words>287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DRO Marine</cp:lastModifiedBy>
  <cp:revision>15</cp:revision>
  <cp:lastPrinted>2017-04-03T09:28:00Z</cp:lastPrinted>
  <dcterms:created xsi:type="dcterms:W3CDTF">2025-11-25T15:06:00Z</dcterms:created>
  <dcterms:modified xsi:type="dcterms:W3CDTF">2026-01-28T14:46:00Z</dcterms:modified>
</cp:coreProperties>
</file>